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A6CF5" w14:textId="77777777" w:rsidR="00AD0C7B" w:rsidRDefault="00BB037B" w:rsidP="00312D11">
      <w:pPr>
        <w:pStyle w:val="Titul1"/>
      </w:pPr>
      <w:r>
        <w:t>Dopis nabídky</w:t>
      </w:r>
    </w:p>
    <w:p w14:paraId="3B72E9C4" w14:textId="5E878577" w:rsidR="005D68B0" w:rsidRPr="005D68B0" w:rsidRDefault="00BB037B" w:rsidP="005D68B0">
      <w:pPr>
        <w:pStyle w:val="Titul2"/>
      </w:pPr>
      <w:r w:rsidRPr="005D68B0">
        <w:t xml:space="preserve">Název veřejné zakázky: </w:t>
      </w:r>
      <w:sdt>
        <w:sdtPr>
          <w:rPr>
            <w:rStyle w:val="Nzevakce"/>
            <w:b/>
          </w:rPr>
          <w:alias w:val="Název akce - propíše se do zápatí"/>
          <w:tag w:val="Název akce"/>
          <w:id w:val="1889687308"/>
          <w:placeholder>
            <w:docPart w:val="037EA98DF94541BA99B2FD8945B40BFD"/>
          </w:placeholder>
          <w:text w:multiLine="1"/>
        </w:sdtPr>
        <w:sdtEndPr>
          <w:rPr>
            <w:rStyle w:val="Nzevakce"/>
          </w:rPr>
        </w:sdtEndPr>
        <w:sdtContent>
          <w:r w:rsidR="00E44563" w:rsidRPr="00E44563">
            <w:rPr>
              <w:rStyle w:val="Nzevakce"/>
              <w:b/>
            </w:rPr>
            <w:t>„Implementace ETCS Regional Chornice - Třebovice v Čechách“</w:t>
          </w:r>
        </w:sdtContent>
      </w:sdt>
    </w:p>
    <w:p w14:paraId="427EDA4C" w14:textId="77777777" w:rsidR="005D68B0" w:rsidRDefault="005D68B0" w:rsidP="00312D11">
      <w:pPr>
        <w:pStyle w:val="Textbezodsazen"/>
      </w:pPr>
    </w:p>
    <w:p w14:paraId="17896423" w14:textId="77777777" w:rsidR="00E9202E" w:rsidRDefault="00E9202E" w:rsidP="00312D11">
      <w:pPr>
        <w:pStyle w:val="Textbezodsazen"/>
      </w:pPr>
      <w:r w:rsidRPr="005D68B0">
        <w:rPr>
          <w:highlight w:val="yellow"/>
        </w:rPr>
        <w:t>.....................................................................................................................</w:t>
      </w:r>
    </w:p>
    <w:p w14:paraId="0CD353FB" w14:textId="77777777" w:rsidR="00E9202E" w:rsidRDefault="00E9202E" w:rsidP="00312D11">
      <w:pPr>
        <w:pStyle w:val="Textbezodsazen"/>
      </w:pPr>
      <w:r>
        <w:t xml:space="preserve">                      (název a adresa </w:t>
      </w:r>
      <w:r w:rsidR="00ED3A17">
        <w:t xml:space="preserve">Zhotovitele - </w:t>
      </w:r>
      <w:r>
        <w:t>účastníka zadávacího řízení)</w:t>
      </w:r>
    </w:p>
    <w:p w14:paraId="22497FAE" w14:textId="77777777" w:rsidR="00E9202E" w:rsidRDefault="00E9202E" w:rsidP="00312D11">
      <w:pPr>
        <w:pStyle w:val="Textbezodsazen"/>
      </w:pPr>
    </w:p>
    <w:p w14:paraId="78B3F23A" w14:textId="1E51A269" w:rsidR="00BB037B" w:rsidRDefault="00BB037B" w:rsidP="005D68B0">
      <w:pPr>
        <w:pStyle w:val="slovanseznam"/>
      </w:pPr>
      <w:r>
        <w:t>Přezkoumali jsme Smlouvu o dílo s přílohami, Smluvní podmínky,</w:t>
      </w:r>
      <w:r w:rsidR="00ED3A17">
        <w:t xml:space="preserve"> připojenou Přílohu nabídce, Požadavky objednatele, Formuláře, </w:t>
      </w:r>
      <w:r w:rsidR="003A573B">
        <w:t xml:space="preserve">Požadavky na výkon a funkci </w:t>
      </w:r>
      <w:r>
        <w:t>pro provedení výše uvedené zakázky</w:t>
      </w:r>
      <w:r w:rsidR="00ED3A17">
        <w:t xml:space="preserve"> a jsme s nimi srozuměni</w:t>
      </w:r>
      <w:r>
        <w:t xml:space="preserve">. </w:t>
      </w:r>
      <w:r w:rsidR="00ED3A17">
        <w:t>Ujistili jsme se, že neobsahují chyby nebo jiné vady. Tímto nabízíme</w:t>
      </w:r>
      <w:r w:rsidR="005D1C66">
        <w:t xml:space="preserve"> provedení a dokončení Díla a </w:t>
      </w:r>
      <w:r>
        <w:t xml:space="preserve">odstranění veškerých vad v souladu s touto Nabídkou, jejíž součástí jsou všechny uvedené dokumenty, za nabídkovou cenu ve výši </w:t>
      </w:r>
      <w:r w:rsidRPr="00BB037B">
        <w:rPr>
          <w:highlight w:val="yellow"/>
        </w:rPr>
        <w:t>VYPLNÍ ZHOTOVITEL</w:t>
      </w:r>
      <w:r>
        <w:t xml:space="preserve"> Kč (bez DPH). Uznáváme, že Příloha k nabídce tvoří součást tohoto Dopisu nabídky.</w:t>
      </w:r>
    </w:p>
    <w:p w14:paraId="04AE977A" w14:textId="77777777" w:rsidR="00FE5D92" w:rsidRPr="00FE5D92" w:rsidRDefault="00FE5D92" w:rsidP="00FE5D92">
      <w:pPr>
        <w:pStyle w:val="slovanseznam"/>
        <w:numPr>
          <w:ilvl w:val="0"/>
          <w:numId w:val="0"/>
        </w:numPr>
        <w:ind w:left="737"/>
        <w:rPr>
          <w:b/>
          <w:i/>
        </w:rPr>
      </w:pPr>
      <w:r w:rsidRPr="00FE5D92">
        <w:rPr>
          <w:b/>
          <w:i/>
          <w:highlight w:val="green"/>
        </w:rPr>
        <w:t>(Pozn. zadavatele: do nabídkové ceny uvedené zde v Dopise nabídky zahrňte pouze cenu bez DPH týkající se plnění Smlouvy o dílo, nezahrnujte do této částky cenu týkající se plnění Smlouvy o poskytování součinnosti, ta bude uvedena pouze ve Smlouvě o poskytování součinnosti – viz čl. 9.4 Pokynů pro dodavatele.)</w:t>
      </w:r>
    </w:p>
    <w:p w14:paraId="2A6087DE" w14:textId="77777777" w:rsidR="00BB037B" w:rsidRDefault="00BB037B" w:rsidP="00FE5D92">
      <w:pPr>
        <w:pStyle w:val="slovanseznam"/>
      </w:pPr>
      <w:r>
        <w:t xml:space="preserve">Bude-li naše Nabídka přijata, poskytneme specifikované Zajištění splnění smlouvy, začneme s prováděním Díla, co nejdříve to bude </w:t>
      </w:r>
      <w:r w:rsidR="005D1C66">
        <w:t>možné po Datu zahájení prací, a </w:t>
      </w:r>
      <w:r>
        <w:t>dokončíme Dílo v souladu s výše uvedenými dokumenty v Době pro dokončení.</w:t>
      </w:r>
    </w:p>
    <w:p w14:paraId="54491F99" w14:textId="77777777" w:rsidR="00BB037B" w:rsidRPr="008A2719" w:rsidRDefault="00BB037B" w:rsidP="005D68B0">
      <w:pPr>
        <w:pStyle w:val="slovanseznam"/>
      </w:pPr>
      <w:r>
        <w:t>Chápeme, že jste jako zadavatel povinni postupo</w:t>
      </w:r>
      <w:r w:rsidR="005D1C66">
        <w:t>vat a vyhodnotit naši nabídku v </w:t>
      </w:r>
      <w:r>
        <w:t xml:space="preserve">souladu se zákonem č. 134/2016 Sb., o zadávání veřejných </w:t>
      </w:r>
      <w:r w:rsidRPr="008A2719">
        <w:t>zakázek</w:t>
      </w:r>
      <w:r w:rsidR="00596298" w:rsidRPr="008A2719">
        <w:t xml:space="preserve"> (dále jen ZZVZ)</w:t>
      </w:r>
      <w:r w:rsidRPr="008A2719">
        <w:t xml:space="preserve"> a dalšími Právními předpisy.</w:t>
      </w:r>
    </w:p>
    <w:p w14:paraId="144E0328" w14:textId="77777777" w:rsidR="00BB037B" w:rsidRPr="008A2719" w:rsidRDefault="00BB037B" w:rsidP="005D68B0">
      <w:pPr>
        <w:pStyle w:val="slovanseznam"/>
      </w:pPr>
      <w:r w:rsidRPr="008A2719">
        <w:t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0FDBCF74" w14:textId="77777777" w:rsidR="00BB037B" w:rsidRPr="008A2719" w:rsidRDefault="00404176" w:rsidP="00312D11">
      <w:pPr>
        <w:pStyle w:val="Odstavec1-1a"/>
      </w:pPr>
      <w:r w:rsidRPr="008A2719">
        <w:t>s</w:t>
      </w:r>
      <w:r w:rsidR="00BB037B" w:rsidRPr="008A2719">
        <w:t xml:space="preserve">mlouva bude uveřejněna v registru smluv v rozsahu vyžadovaném ZRS; </w:t>
      </w:r>
    </w:p>
    <w:p w14:paraId="7EB25846" w14:textId="77777777" w:rsidR="00BB037B" w:rsidRPr="008A2719" w:rsidRDefault="00404176" w:rsidP="00312D11">
      <w:pPr>
        <w:pStyle w:val="Odstavec1-1a"/>
      </w:pPr>
      <w:r w:rsidRPr="008A2719">
        <w:t>o</w:t>
      </w:r>
      <w:r w:rsidR="00BB037B" w:rsidRPr="008A2719">
        <w:t>bě Smluvní strany v souladu s ustanovením § 5 odst. 2 ZRS zašlou správci registru smluv elektronický obraz Smlouvy a jejich příloh a metadata vyžadovaná ZRS;</w:t>
      </w:r>
    </w:p>
    <w:p w14:paraId="1AF16C0B" w14:textId="40459748" w:rsidR="00BB037B" w:rsidRPr="008A2719" w:rsidRDefault="00404176" w:rsidP="00404176">
      <w:pPr>
        <w:pStyle w:val="Odstavec1-1a"/>
      </w:pPr>
      <w:r w:rsidRPr="008A2719">
        <w:t>o</w:t>
      </w:r>
      <w:r w:rsidR="00BB037B" w:rsidRPr="008A2719">
        <w:t>bě Smluvní strany splní povinnost uvedenou v tomto odstavci ve lhůtě 30 (slovy: třicet) kalen</w:t>
      </w:r>
      <w:r w:rsidRPr="008A2719">
        <w:t>dářních dní od uzavření Smlouvy; nebude-li tato smlouva zaslána k</w:t>
      </w:r>
      <w:r w:rsidR="00292EA2">
        <w:t> </w:t>
      </w:r>
      <w:r w:rsidRPr="008A2719">
        <w:t xml:space="preserve">uveřejnění a/nebo uveřejněna prostřednictvím registru smluv, není žádná </w:t>
      </w:r>
      <w:r w:rsidRPr="008A2719">
        <w:lastRenderedPageBreak/>
        <w:t>ze</w:t>
      </w:r>
      <w:r w:rsidR="00292EA2">
        <w:t> </w:t>
      </w:r>
      <w:r w:rsidRPr="008A2719">
        <w:t>smluvních stran oprávněna požadovat po druhé smluvní straně náhradu škody ani jiné újmy, která by jí v této souvislosti vznikla nebo vzniknout mohla;</w:t>
      </w:r>
    </w:p>
    <w:p w14:paraId="3ACAAA27" w14:textId="77777777" w:rsidR="00BB037B" w:rsidRDefault="00BB037B" w:rsidP="00312D11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0BEE70F0" w14:textId="77777777" w:rsidR="00BB037B" w:rsidRDefault="00BB037B" w:rsidP="005D1C66">
      <w:pPr>
        <w:pStyle w:val="slovanseznam"/>
      </w:pPr>
      <w:r>
        <w:t>Níže uvedené dokumenty nebo části dokumentů v naší nabídce jsou našim obchodním tajemstvím:</w:t>
      </w:r>
    </w:p>
    <w:p w14:paraId="556F67B3" w14:textId="77777777" w:rsidR="00BB037B" w:rsidRPr="008A2719" w:rsidRDefault="00BB037B" w:rsidP="005D1C66">
      <w:pPr>
        <w:pStyle w:val="Textbezslovn"/>
      </w:pPr>
      <w:r w:rsidRPr="00BB037B">
        <w:rPr>
          <w:highlight w:val="yellow"/>
        </w:rPr>
        <w:t>VYPLNÍ ZHOTOVITEL</w:t>
      </w:r>
    </w:p>
    <w:p w14:paraId="2DEA26EE" w14:textId="77777777" w:rsidR="00BB037B" w:rsidRPr="008A2719" w:rsidRDefault="00BB037B" w:rsidP="005D1C66">
      <w:pPr>
        <w:pStyle w:val="Textbezslovn"/>
      </w:pPr>
      <w:r w:rsidRPr="008A2719">
        <w:t xml:space="preserve">Žádáme, aby bylo s těmito dokumenty nakládáno podle ust. § 218 </w:t>
      </w:r>
      <w:r w:rsidR="00596298" w:rsidRPr="008A2719">
        <w:t>ZZVZ</w:t>
      </w:r>
      <w:r w:rsidRPr="008A2719">
        <w:t>.</w:t>
      </w:r>
    </w:p>
    <w:p w14:paraId="0AE43754" w14:textId="77777777" w:rsidR="00BB037B" w:rsidRPr="008A2719" w:rsidRDefault="00BB037B" w:rsidP="005D1C66">
      <w:pPr>
        <w:pStyle w:val="slovanseznam"/>
      </w:pPr>
      <w:r w:rsidRPr="008A2719">
        <w:t>Níže uvedené informace a sdělení v naší nabídce označujeme jako důvěrné informace</w:t>
      </w:r>
      <w:r w:rsidR="00ED3A17" w:rsidRPr="008A2719">
        <w:t xml:space="preserve"> v souladu se </w:t>
      </w:r>
      <w:r w:rsidR="00596298" w:rsidRPr="008A2719">
        <w:t xml:space="preserve">ZZVZ </w:t>
      </w:r>
      <w:r w:rsidR="00ED3A17" w:rsidRPr="008A2719">
        <w:t xml:space="preserve"> jako důvěrné informace.</w:t>
      </w:r>
    </w:p>
    <w:p w14:paraId="702B5433" w14:textId="77777777" w:rsidR="00BB037B" w:rsidRPr="008A2719" w:rsidRDefault="00BB037B" w:rsidP="005D1C66">
      <w:pPr>
        <w:pStyle w:val="Textbezslovn"/>
      </w:pPr>
      <w:r w:rsidRPr="008A2719">
        <w:rPr>
          <w:highlight w:val="yellow"/>
        </w:rPr>
        <w:t>VYPLNÍ ZHOTOVITEL</w:t>
      </w:r>
    </w:p>
    <w:p w14:paraId="494A1BB1" w14:textId="36308915" w:rsidR="00BB037B" w:rsidRPr="008A2719" w:rsidRDefault="00BB037B" w:rsidP="005D1C66">
      <w:pPr>
        <w:pStyle w:val="Textbezslovn"/>
      </w:pPr>
      <w:r w:rsidRPr="008A2719">
        <w:t xml:space="preserve">Žádáme, aby bylo s těmito informacemi nakládáno podle ust. § 218 </w:t>
      </w:r>
      <w:r w:rsidR="00596298" w:rsidRPr="008A2719">
        <w:t>ZZVZ</w:t>
      </w:r>
      <w:r w:rsidR="00ED3A17" w:rsidRPr="008A2719">
        <w:t>.</w:t>
      </w:r>
    </w:p>
    <w:p w14:paraId="3B15362F" w14:textId="77777777" w:rsidR="00457B38" w:rsidRPr="008A2719" w:rsidRDefault="00457B38" w:rsidP="00312D11">
      <w:pPr>
        <w:pStyle w:val="Textbezodsazen"/>
      </w:pPr>
    </w:p>
    <w:p w14:paraId="37CC7D98" w14:textId="77777777" w:rsidR="005D1C66" w:rsidRPr="008A2719" w:rsidRDefault="005D1C66" w:rsidP="00312D11">
      <w:pPr>
        <w:pStyle w:val="Textbezodsazen"/>
      </w:pPr>
    </w:p>
    <w:p w14:paraId="3AFB05DD" w14:textId="77777777" w:rsidR="00BB037B" w:rsidRPr="008A2719" w:rsidRDefault="00BB037B" w:rsidP="00BB037B">
      <w:r w:rsidRPr="008A2719">
        <w:rPr>
          <w:highlight w:val="yellow"/>
        </w:rPr>
        <w:t>VYPLNÍ ZHOTOVITEL</w:t>
      </w:r>
      <w:r w:rsidRPr="008A2719">
        <w:t xml:space="preserve"> </w:t>
      </w:r>
    </w:p>
    <w:p w14:paraId="4B1CBA5D" w14:textId="77777777" w:rsidR="008069F8" w:rsidRDefault="00BB037B" w:rsidP="00312D11">
      <w:pPr>
        <w:pStyle w:val="Textbezodsazen"/>
      </w:pPr>
      <w:r>
        <w:t>………………………………….</w:t>
      </w:r>
    </w:p>
    <w:p w14:paraId="28265BC7" w14:textId="77777777" w:rsidR="00BB037B" w:rsidRDefault="00BB037B" w:rsidP="00312D11">
      <w:pPr>
        <w:pStyle w:val="Textbezodsazen"/>
      </w:pPr>
      <w:r>
        <w:t>datum ………</w:t>
      </w:r>
      <w:r w:rsidR="008069F8">
        <w:t>……………</w:t>
      </w:r>
      <w:r>
        <w:t xml:space="preserve"> </w:t>
      </w:r>
    </w:p>
    <w:p w14:paraId="629B9A89" w14:textId="77777777" w:rsidR="00ED3A17" w:rsidRDefault="00ED3A17" w:rsidP="00312D11">
      <w:pPr>
        <w:pStyle w:val="Textbezodsazen"/>
        <w:rPr>
          <w:highlight w:val="yellow"/>
        </w:rPr>
      </w:pPr>
    </w:p>
    <w:p w14:paraId="06847149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21FAA622" w14:textId="77777777" w:rsidR="00BB037B" w:rsidRDefault="00BB037B" w:rsidP="00312D11">
      <w:pPr>
        <w:pStyle w:val="Textbezodsazen"/>
      </w:pPr>
      <w:r>
        <w:t xml:space="preserve">…………………………. </w:t>
      </w:r>
    </w:p>
    <w:p w14:paraId="27C42B10" w14:textId="77777777" w:rsidR="00BB037B" w:rsidRDefault="00BB037B" w:rsidP="00312D11">
      <w:pPr>
        <w:pStyle w:val="Textbezodsazen"/>
      </w:pPr>
      <w:r>
        <w:t>podpis</w:t>
      </w:r>
    </w:p>
    <w:p w14:paraId="2BB4CDF2" w14:textId="77777777" w:rsidR="00ED3A17" w:rsidRDefault="00ED3A17" w:rsidP="00312D11">
      <w:pPr>
        <w:pStyle w:val="Textbezodsazen"/>
        <w:rPr>
          <w:highlight w:val="yellow"/>
        </w:rPr>
      </w:pPr>
    </w:p>
    <w:p w14:paraId="524D7B2E" w14:textId="77777777" w:rsidR="00ED3A17" w:rsidRDefault="00ED3A17" w:rsidP="00312D11">
      <w:pPr>
        <w:pStyle w:val="Textbezodsazen"/>
        <w:rPr>
          <w:highlight w:val="yellow"/>
        </w:rPr>
      </w:pPr>
    </w:p>
    <w:p w14:paraId="017B6B62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76D32FA4" w14:textId="77777777" w:rsidR="00BB037B" w:rsidRDefault="00BB037B" w:rsidP="00312D11">
      <w:pPr>
        <w:pStyle w:val="Textbezodsazen"/>
      </w:pPr>
      <w:r>
        <w:t>…………………………</w:t>
      </w:r>
    </w:p>
    <w:p w14:paraId="1ED7AAC1" w14:textId="77777777" w:rsidR="00BB037B" w:rsidRDefault="00BB037B" w:rsidP="00312D11">
      <w:pPr>
        <w:pStyle w:val="Textbezodsazen"/>
      </w:pPr>
      <w:r>
        <w:t xml:space="preserve">jméno a příjmení výše podepsané odpovědné osoby </w:t>
      </w:r>
      <w:r w:rsidR="00ED3A17">
        <w:t xml:space="preserve">Zhotovitele - </w:t>
      </w:r>
      <w:r>
        <w:t xml:space="preserve">účastníka zadávacího řízení oprávněné podepsat </w:t>
      </w:r>
      <w:r w:rsidRPr="008A2719">
        <w:t xml:space="preserve">nabídku </w:t>
      </w:r>
      <w:r w:rsidR="00596298" w:rsidRPr="008A2719">
        <w:t>ZZVZ</w:t>
      </w:r>
      <w:r w:rsidRPr="008A2719">
        <w:t xml:space="preserve"> na základě </w:t>
      </w:r>
      <w:r w:rsidRPr="00BB037B">
        <w:rPr>
          <w:highlight w:val="yellow"/>
        </w:rPr>
        <w:t>…………………</w:t>
      </w:r>
      <w:r>
        <w:t xml:space="preserve">  </w:t>
      </w:r>
    </w:p>
    <w:p w14:paraId="52BE7D03" w14:textId="77777777" w:rsidR="00BB037B" w:rsidRDefault="00BB037B" w:rsidP="00312D11">
      <w:pPr>
        <w:pStyle w:val="Textbezodsazen"/>
      </w:pPr>
    </w:p>
    <w:sectPr w:rsidR="00BB037B" w:rsidSect="005D68B0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DB3C6A" w14:textId="77777777" w:rsidR="00F84591" w:rsidRDefault="00F84591" w:rsidP="00962258">
      <w:pPr>
        <w:spacing w:after="0" w:line="240" w:lineRule="auto"/>
      </w:pPr>
      <w:r>
        <w:separator/>
      </w:r>
    </w:p>
  </w:endnote>
  <w:endnote w:type="continuationSeparator" w:id="0">
    <w:p w14:paraId="0CD6EB7C" w14:textId="77777777" w:rsidR="00F84591" w:rsidRDefault="00F8459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73"/>
      <w:gridCol w:w="859"/>
    </w:tblGrid>
    <w:tr w:rsidR="005D68B0" w:rsidRPr="009E09BE" w14:paraId="12274232" w14:textId="77777777" w:rsidTr="00D50379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5CC017BA" w14:textId="77777777" w:rsidR="005D68B0" w:rsidRDefault="005D68B0" w:rsidP="00D50379">
          <w:pPr>
            <w:pStyle w:val="Zpatvpravo"/>
          </w:pPr>
          <w:r>
            <w:t xml:space="preserve">Dopis nabídky </w:t>
          </w:r>
        </w:p>
        <w:p w14:paraId="505B189B" w14:textId="4B807F7B" w:rsidR="005D68B0" w:rsidRPr="00352421" w:rsidRDefault="005D68B0" w:rsidP="00D50379">
          <w:pPr>
            <w:pStyle w:val="Zpatvpravo"/>
            <w:rPr>
              <w:rStyle w:val="Tun"/>
            </w:rPr>
          </w:pPr>
          <w:r w:rsidRPr="00352421">
            <w:rPr>
              <w:rStyle w:val="Tun"/>
            </w:rPr>
            <w:fldChar w:fldCharType="begin"/>
          </w:r>
          <w:r w:rsidRPr="00352421">
            <w:rPr>
              <w:rStyle w:val="Tun"/>
            </w:rPr>
            <w:instrText xml:space="preserve"> STYLEREF  _Název_akce  \* MERGEFORMAT </w:instrText>
          </w:r>
          <w:r w:rsidRPr="00352421">
            <w:rPr>
              <w:rStyle w:val="Tun"/>
            </w:rPr>
            <w:fldChar w:fldCharType="separate"/>
          </w:r>
          <w:r w:rsidR="003A573B">
            <w:rPr>
              <w:rStyle w:val="Tun"/>
              <w:noProof/>
            </w:rPr>
            <w:t>„Implementace ETCS Regional Chornice - Třebovice v Čechách“</w:t>
          </w:r>
          <w:r w:rsidRPr="00352421">
            <w:rPr>
              <w:rStyle w:val="Tun"/>
            </w:rPr>
            <w:fldChar w:fldCharType="end"/>
          </w:r>
        </w:p>
      </w:tc>
      <w:tc>
        <w:tcPr>
          <w:tcW w:w="851" w:type="dxa"/>
          <w:vAlign w:val="bottom"/>
        </w:tcPr>
        <w:p w14:paraId="51CBCA93" w14:textId="3AC14F1C" w:rsidR="005D68B0" w:rsidRPr="009E09BE" w:rsidRDefault="005D68B0" w:rsidP="00D50379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50F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50F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7233502" w14:textId="77777777" w:rsidR="005D68B0" w:rsidRPr="005D68B0" w:rsidRDefault="005D68B0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5D3C39" w14:paraId="6DA5FF0C" w14:textId="77777777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798FA" w14:textId="77777777" w:rsidR="005D3C39" w:rsidRPr="00B8518B" w:rsidRDefault="005D3C39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38645F4D" w14:textId="77777777" w:rsidR="005D3C39" w:rsidRDefault="005D3C39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14:paraId="7DA8D473" w14:textId="77777777" w:rsidR="005D3C39" w:rsidRDefault="005D3C39" w:rsidP="00B8518B">
          <w:pPr>
            <w:pStyle w:val="Zpat"/>
          </w:pPr>
        </w:p>
      </w:tc>
      <w:tc>
        <w:tcPr>
          <w:tcW w:w="8505" w:type="dxa"/>
        </w:tcPr>
        <w:p w14:paraId="50EB4AEB" w14:textId="77777777" w:rsidR="005D3C39" w:rsidRDefault="00D24932" w:rsidP="00D24932">
          <w:pPr>
            <w:pStyle w:val="Zpat0"/>
          </w:pPr>
          <w:r>
            <w:t>DOPIS NABÍDKY</w:t>
          </w:r>
        </w:p>
      </w:tc>
    </w:tr>
  </w:tbl>
  <w:p w14:paraId="14365BDC" w14:textId="77777777" w:rsidR="005D3C39" w:rsidRPr="00B8518B" w:rsidRDefault="005D3C39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9FC4C" w14:textId="7DEC1F92" w:rsidR="00BE5121" w:rsidRDefault="00BE5121" w:rsidP="00BE5121">
    <w:pPr>
      <w:pStyle w:val="Zpat"/>
      <w:rPr>
        <w:rFonts w:cs="Calibri"/>
        <w:szCs w:val="12"/>
      </w:rPr>
    </w:pPr>
  </w:p>
  <w:p w14:paraId="5DEB3AA0" w14:textId="63D2A135" w:rsidR="00016ECD" w:rsidRDefault="00016ECD" w:rsidP="00016ECD">
    <w:pPr>
      <w:spacing w:after="0" w:line="240" w:lineRule="auto"/>
      <w:rPr>
        <w:rFonts w:cs="Calibri"/>
        <w:szCs w:val="12"/>
      </w:rPr>
    </w:pPr>
  </w:p>
  <w:p w14:paraId="0BBB833C" w14:textId="77777777" w:rsidR="00016ECD" w:rsidRPr="00016ECD" w:rsidRDefault="00016ECD" w:rsidP="00016ECD">
    <w:pPr>
      <w:spacing w:after="0" w:line="240" w:lineRule="auto"/>
      <w:rPr>
        <w:rFonts w:ascii="Verdana" w:hAnsi="Verdana"/>
        <w:sz w:val="4"/>
        <w:szCs w:val="4"/>
      </w:rPr>
    </w:pPr>
    <w:r w:rsidRPr="00016ECD">
      <w:rPr>
        <w:rFonts w:ascii="Verdana" w:hAnsi="Verdana"/>
        <w:noProof/>
        <w:sz w:val="20"/>
        <w:szCs w:val="20"/>
        <w:lang w:eastAsia="cs-CZ"/>
      </w:rPr>
      <w:drawing>
        <wp:inline distT="0" distB="0" distL="0" distR="0" wp14:anchorId="33A63D09" wp14:editId="0B804A81">
          <wp:extent cx="1098000" cy="63000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DD3B93" w14:textId="5CAA9CFD" w:rsidR="009355E7" w:rsidRDefault="009355E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A0A92" w14:textId="77777777" w:rsidR="00F84591" w:rsidRDefault="00F84591" w:rsidP="00962258">
      <w:pPr>
        <w:spacing w:after="0" w:line="240" w:lineRule="auto"/>
      </w:pPr>
      <w:r>
        <w:separator/>
      </w:r>
    </w:p>
  </w:footnote>
  <w:footnote w:type="continuationSeparator" w:id="0">
    <w:p w14:paraId="07C54311" w14:textId="77777777" w:rsidR="00F84591" w:rsidRDefault="00F8459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3C39" w14:paraId="7C102C7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E3ADCF" w14:textId="77777777" w:rsidR="005D3C39" w:rsidRPr="00B8518B" w:rsidRDefault="005D3C3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D8F9F89" w14:textId="77777777" w:rsidR="005D3C39" w:rsidRDefault="005D3C3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9E83399" w14:textId="77777777" w:rsidR="005D3C39" w:rsidRPr="00D6163D" w:rsidRDefault="005D3C39" w:rsidP="00D6163D">
          <w:pPr>
            <w:pStyle w:val="Druhdokumentu"/>
          </w:pPr>
        </w:p>
      </w:tc>
    </w:tr>
  </w:tbl>
  <w:p w14:paraId="1387317E" w14:textId="77777777" w:rsidR="005D3C39" w:rsidRPr="00D6163D" w:rsidRDefault="005D3C3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D3C39" w14:paraId="108040E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08ABB2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AF8417" w14:textId="69800565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26B1136" w14:textId="77777777" w:rsidR="005D3C39" w:rsidRPr="00D6163D" w:rsidRDefault="005D3C39" w:rsidP="00FC6389">
          <w:pPr>
            <w:pStyle w:val="Druhdokumentu"/>
          </w:pPr>
        </w:p>
      </w:tc>
    </w:tr>
    <w:tr w:rsidR="005D3C39" w14:paraId="129D8D2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4784C3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BCFD51" w14:textId="77777777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24EC30D" w14:textId="77777777" w:rsidR="005D3C39" w:rsidRPr="00D6163D" w:rsidRDefault="005D3C39" w:rsidP="00FC6389">
          <w:pPr>
            <w:pStyle w:val="Druhdokumentu"/>
          </w:pPr>
        </w:p>
      </w:tc>
    </w:tr>
  </w:tbl>
  <w:p w14:paraId="413D23A7" w14:textId="77777777" w:rsidR="005D3C39" w:rsidRPr="00D6163D" w:rsidRDefault="005D3C39" w:rsidP="00FC6389">
    <w:pPr>
      <w:pStyle w:val="Zhlav"/>
      <w:rPr>
        <w:sz w:val="8"/>
        <w:szCs w:val="8"/>
      </w:rPr>
    </w:pPr>
  </w:p>
  <w:p w14:paraId="618D9BA0" w14:textId="77777777" w:rsidR="005D3C39" w:rsidRPr="00460660" w:rsidRDefault="005D3C3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0612746">
    <w:abstractNumId w:val="3"/>
  </w:num>
  <w:num w:numId="2" w16cid:durableId="1850488519">
    <w:abstractNumId w:val="1"/>
  </w:num>
  <w:num w:numId="3" w16cid:durableId="272638029">
    <w:abstractNumId w:val="8"/>
  </w:num>
  <w:num w:numId="4" w16cid:durableId="398022314">
    <w:abstractNumId w:val="4"/>
  </w:num>
  <w:num w:numId="5" w16cid:durableId="96490413">
    <w:abstractNumId w:val="10"/>
  </w:num>
  <w:num w:numId="6" w16cid:durableId="1266882537">
    <w:abstractNumId w:val="5"/>
  </w:num>
  <w:num w:numId="7" w16cid:durableId="247542011">
    <w:abstractNumId w:val="6"/>
  </w:num>
  <w:num w:numId="8" w16cid:durableId="1479230692">
    <w:abstractNumId w:val="7"/>
  </w:num>
  <w:num w:numId="9" w16cid:durableId="1212036437">
    <w:abstractNumId w:val="0"/>
  </w:num>
  <w:num w:numId="10" w16cid:durableId="887375852">
    <w:abstractNumId w:val="2"/>
  </w:num>
  <w:num w:numId="11" w16cid:durableId="1822890259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3E9"/>
    <w:rsid w:val="00012172"/>
    <w:rsid w:val="00016ECD"/>
    <w:rsid w:val="00017F3C"/>
    <w:rsid w:val="00030A83"/>
    <w:rsid w:val="00041EC8"/>
    <w:rsid w:val="00043C37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E1A7F"/>
    <w:rsid w:val="00112864"/>
    <w:rsid w:val="00114472"/>
    <w:rsid w:val="00114988"/>
    <w:rsid w:val="00115069"/>
    <w:rsid w:val="001150F2"/>
    <w:rsid w:val="001656A2"/>
    <w:rsid w:val="00170EC5"/>
    <w:rsid w:val="001747C1"/>
    <w:rsid w:val="00177D6B"/>
    <w:rsid w:val="00191F90"/>
    <w:rsid w:val="001A4463"/>
    <w:rsid w:val="001B4E74"/>
    <w:rsid w:val="001B7DC7"/>
    <w:rsid w:val="001C645F"/>
    <w:rsid w:val="001E678E"/>
    <w:rsid w:val="002071BB"/>
    <w:rsid w:val="00207DF5"/>
    <w:rsid w:val="00240B81"/>
    <w:rsid w:val="00247C7E"/>
    <w:rsid w:val="00247D01"/>
    <w:rsid w:val="00261A5B"/>
    <w:rsid w:val="00262E5B"/>
    <w:rsid w:val="00273D5E"/>
    <w:rsid w:val="00276AFE"/>
    <w:rsid w:val="00287059"/>
    <w:rsid w:val="00290AEE"/>
    <w:rsid w:val="00292EA2"/>
    <w:rsid w:val="002A3B57"/>
    <w:rsid w:val="002C31BF"/>
    <w:rsid w:val="002D7FD6"/>
    <w:rsid w:val="002E0CD7"/>
    <w:rsid w:val="002E0CFB"/>
    <w:rsid w:val="002E5C7B"/>
    <w:rsid w:val="002F4333"/>
    <w:rsid w:val="00312D11"/>
    <w:rsid w:val="00321C7F"/>
    <w:rsid w:val="00327EEF"/>
    <w:rsid w:val="0033239F"/>
    <w:rsid w:val="0034274B"/>
    <w:rsid w:val="0034719F"/>
    <w:rsid w:val="00350A35"/>
    <w:rsid w:val="003538D2"/>
    <w:rsid w:val="003571D8"/>
    <w:rsid w:val="00357BC6"/>
    <w:rsid w:val="00361422"/>
    <w:rsid w:val="0037187E"/>
    <w:rsid w:val="0037545D"/>
    <w:rsid w:val="00392EB6"/>
    <w:rsid w:val="003956C6"/>
    <w:rsid w:val="003A573B"/>
    <w:rsid w:val="003A63A2"/>
    <w:rsid w:val="003B19E6"/>
    <w:rsid w:val="003C33F2"/>
    <w:rsid w:val="003D756E"/>
    <w:rsid w:val="003E420D"/>
    <w:rsid w:val="003E4C13"/>
    <w:rsid w:val="00404176"/>
    <w:rsid w:val="004078F3"/>
    <w:rsid w:val="004158DB"/>
    <w:rsid w:val="00424C5E"/>
    <w:rsid w:val="00427794"/>
    <w:rsid w:val="00450F07"/>
    <w:rsid w:val="00453CD3"/>
    <w:rsid w:val="00457B38"/>
    <w:rsid w:val="00460660"/>
    <w:rsid w:val="004642F1"/>
    <w:rsid w:val="00464BA9"/>
    <w:rsid w:val="00483969"/>
    <w:rsid w:val="00486107"/>
    <w:rsid w:val="00491827"/>
    <w:rsid w:val="004C4399"/>
    <w:rsid w:val="004C787C"/>
    <w:rsid w:val="004E7A1F"/>
    <w:rsid w:val="004F4B9B"/>
    <w:rsid w:val="0050666E"/>
    <w:rsid w:val="00511AB9"/>
    <w:rsid w:val="00523BB5"/>
    <w:rsid w:val="00523EA7"/>
    <w:rsid w:val="005406EB"/>
    <w:rsid w:val="00545D7E"/>
    <w:rsid w:val="00553375"/>
    <w:rsid w:val="00555884"/>
    <w:rsid w:val="005736B7"/>
    <w:rsid w:val="0057418A"/>
    <w:rsid w:val="00575E5A"/>
    <w:rsid w:val="00580245"/>
    <w:rsid w:val="00596298"/>
    <w:rsid w:val="005A1F44"/>
    <w:rsid w:val="005D1C66"/>
    <w:rsid w:val="005D3C39"/>
    <w:rsid w:val="005D68B0"/>
    <w:rsid w:val="00601A8C"/>
    <w:rsid w:val="0061068E"/>
    <w:rsid w:val="006115D3"/>
    <w:rsid w:val="0065610E"/>
    <w:rsid w:val="00660AD3"/>
    <w:rsid w:val="006776B6"/>
    <w:rsid w:val="00693150"/>
    <w:rsid w:val="00693675"/>
    <w:rsid w:val="006A5570"/>
    <w:rsid w:val="006A689C"/>
    <w:rsid w:val="006B3D79"/>
    <w:rsid w:val="006B6FE4"/>
    <w:rsid w:val="006C2343"/>
    <w:rsid w:val="006C442A"/>
    <w:rsid w:val="006D4871"/>
    <w:rsid w:val="006E0578"/>
    <w:rsid w:val="006E314D"/>
    <w:rsid w:val="00710723"/>
    <w:rsid w:val="00723ED1"/>
    <w:rsid w:val="00740AF5"/>
    <w:rsid w:val="00743525"/>
    <w:rsid w:val="007541A2"/>
    <w:rsid w:val="00754624"/>
    <w:rsid w:val="00755818"/>
    <w:rsid w:val="0076286B"/>
    <w:rsid w:val="00766846"/>
    <w:rsid w:val="0077673A"/>
    <w:rsid w:val="007775CB"/>
    <w:rsid w:val="007846E1"/>
    <w:rsid w:val="007847D6"/>
    <w:rsid w:val="007A5172"/>
    <w:rsid w:val="007A67A0"/>
    <w:rsid w:val="007B570C"/>
    <w:rsid w:val="007E4A6E"/>
    <w:rsid w:val="007F56A7"/>
    <w:rsid w:val="00800851"/>
    <w:rsid w:val="008069F8"/>
    <w:rsid w:val="00807DD0"/>
    <w:rsid w:val="00821D01"/>
    <w:rsid w:val="00826B7B"/>
    <w:rsid w:val="00846789"/>
    <w:rsid w:val="008A2719"/>
    <w:rsid w:val="008A3568"/>
    <w:rsid w:val="008B779D"/>
    <w:rsid w:val="008C0D52"/>
    <w:rsid w:val="008C50F3"/>
    <w:rsid w:val="008C73E9"/>
    <w:rsid w:val="008C7EFE"/>
    <w:rsid w:val="008D03B9"/>
    <w:rsid w:val="008D30C7"/>
    <w:rsid w:val="008E50F3"/>
    <w:rsid w:val="008F18D6"/>
    <w:rsid w:val="008F2C9B"/>
    <w:rsid w:val="008F797B"/>
    <w:rsid w:val="00904101"/>
    <w:rsid w:val="00904780"/>
    <w:rsid w:val="0090635B"/>
    <w:rsid w:val="00922385"/>
    <w:rsid w:val="009223DF"/>
    <w:rsid w:val="009355E7"/>
    <w:rsid w:val="00936091"/>
    <w:rsid w:val="00940D8A"/>
    <w:rsid w:val="009427B0"/>
    <w:rsid w:val="00962258"/>
    <w:rsid w:val="009678B7"/>
    <w:rsid w:val="00992D9C"/>
    <w:rsid w:val="009958A5"/>
    <w:rsid w:val="00996CB8"/>
    <w:rsid w:val="009B2E97"/>
    <w:rsid w:val="009B5146"/>
    <w:rsid w:val="009C418E"/>
    <w:rsid w:val="009C442C"/>
    <w:rsid w:val="009E07F4"/>
    <w:rsid w:val="009E4C4D"/>
    <w:rsid w:val="009F309B"/>
    <w:rsid w:val="009F392E"/>
    <w:rsid w:val="009F53C5"/>
    <w:rsid w:val="00A0740E"/>
    <w:rsid w:val="00A23378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5B8A"/>
    <w:rsid w:val="00AA65FA"/>
    <w:rsid w:val="00AA7351"/>
    <w:rsid w:val="00AD056F"/>
    <w:rsid w:val="00AD0C7B"/>
    <w:rsid w:val="00AD2580"/>
    <w:rsid w:val="00AD5F1A"/>
    <w:rsid w:val="00AD6731"/>
    <w:rsid w:val="00B008D5"/>
    <w:rsid w:val="00B02F73"/>
    <w:rsid w:val="00B0619F"/>
    <w:rsid w:val="00B13A26"/>
    <w:rsid w:val="00B15D0D"/>
    <w:rsid w:val="00B22106"/>
    <w:rsid w:val="00B31F19"/>
    <w:rsid w:val="00B33C73"/>
    <w:rsid w:val="00B5431A"/>
    <w:rsid w:val="00B71D50"/>
    <w:rsid w:val="00B75EE1"/>
    <w:rsid w:val="00B77481"/>
    <w:rsid w:val="00B8518B"/>
    <w:rsid w:val="00B97CC3"/>
    <w:rsid w:val="00BB037B"/>
    <w:rsid w:val="00BB33B8"/>
    <w:rsid w:val="00BC06C4"/>
    <w:rsid w:val="00BD7E91"/>
    <w:rsid w:val="00BD7F0D"/>
    <w:rsid w:val="00BE5121"/>
    <w:rsid w:val="00C02D0A"/>
    <w:rsid w:val="00C03A6E"/>
    <w:rsid w:val="00C226C0"/>
    <w:rsid w:val="00C42FE6"/>
    <w:rsid w:val="00C44F6A"/>
    <w:rsid w:val="00C6198E"/>
    <w:rsid w:val="00C708EA"/>
    <w:rsid w:val="00C778A5"/>
    <w:rsid w:val="00C837E5"/>
    <w:rsid w:val="00C95162"/>
    <w:rsid w:val="00CB126A"/>
    <w:rsid w:val="00CB6A37"/>
    <w:rsid w:val="00CB7684"/>
    <w:rsid w:val="00CC7C8F"/>
    <w:rsid w:val="00CD1FC4"/>
    <w:rsid w:val="00D034A0"/>
    <w:rsid w:val="00D21061"/>
    <w:rsid w:val="00D24932"/>
    <w:rsid w:val="00D4108E"/>
    <w:rsid w:val="00D6163D"/>
    <w:rsid w:val="00D831A3"/>
    <w:rsid w:val="00D9035F"/>
    <w:rsid w:val="00D95165"/>
    <w:rsid w:val="00D97BE3"/>
    <w:rsid w:val="00DA3711"/>
    <w:rsid w:val="00DB3CDC"/>
    <w:rsid w:val="00DD46F3"/>
    <w:rsid w:val="00DE56F2"/>
    <w:rsid w:val="00DF116D"/>
    <w:rsid w:val="00E16FF7"/>
    <w:rsid w:val="00E26D68"/>
    <w:rsid w:val="00E44045"/>
    <w:rsid w:val="00E44563"/>
    <w:rsid w:val="00E54ACB"/>
    <w:rsid w:val="00E618C4"/>
    <w:rsid w:val="00E75470"/>
    <w:rsid w:val="00E878EE"/>
    <w:rsid w:val="00E9202E"/>
    <w:rsid w:val="00EA6EC7"/>
    <w:rsid w:val="00EB104F"/>
    <w:rsid w:val="00EB46E5"/>
    <w:rsid w:val="00ED14BD"/>
    <w:rsid w:val="00ED3A17"/>
    <w:rsid w:val="00EE6635"/>
    <w:rsid w:val="00F016C7"/>
    <w:rsid w:val="00F12DEC"/>
    <w:rsid w:val="00F1715C"/>
    <w:rsid w:val="00F310F8"/>
    <w:rsid w:val="00F35939"/>
    <w:rsid w:val="00F45607"/>
    <w:rsid w:val="00F4722B"/>
    <w:rsid w:val="00F54432"/>
    <w:rsid w:val="00F551D1"/>
    <w:rsid w:val="00F659EB"/>
    <w:rsid w:val="00F84591"/>
    <w:rsid w:val="00F86BA6"/>
    <w:rsid w:val="00FB437F"/>
    <w:rsid w:val="00FB6342"/>
    <w:rsid w:val="00FC6389"/>
    <w:rsid w:val="00FE5D9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22A280F"/>
  <w14:defaultImageDpi w14:val="32767"/>
  <w15:docId w15:val="{B0D5551C-B532-4199-A972-EEBD32CEF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5D1C66"/>
    <w:pPr>
      <w:numPr>
        <w:numId w:val="3"/>
      </w:numPr>
      <w:spacing w:after="120"/>
      <w:jc w:val="both"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5D68B0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5D68B0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5D68B0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5D68B0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5D68B0"/>
    <w:rPr>
      <w:rFonts w:asciiTheme="majorHAnsi" w:hAnsiTheme="majorHAnsi"/>
      <w:b/>
      <w:caps w:val="0"/>
      <w:sz w:val="22"/>
    </w:rPr>
  </w:style>
  <w:style w:type="paragraph" w:customStyle="1" w:styleId="Titul2">
    <w:name w:val="_Titul_2"/>
    <w:basedOn w:val="Normln"/>
    <w:qFormat/>
    <w:rsid w:val="005D68B0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5D68B0"/>
  </w:style>
  <w:style w:type="paragraph" w:customStyle="1" w:styleId="Titul1">
    <w:name w:val="_Titul_1"/>
    <w:basedOn w:val="Normln"/>
    <w:qFormat/>
    <w:rsid w:val="005D68B0"/>
    <w:rPr>
      <w:rFonts w:asciiTheme="majorHAnsi" w:hAnsiTheme="majorHAnsi"/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5D68B0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D68B0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5D68B0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5D68B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5D68B0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5D68B0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5D68B0"/>
    <w:pPr>
      <w:numPr>
        <w:numId w:val="6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5D68B0"/>
  </w:style>
  <w:style w:type="character" w:customStyle="1" w:styleId="Nadpis1-1Char">
    <w:name w:val="_Nadpis_1-1 Char"/>
    <w:basedOn w:val="Standardnpsmoodstavce"/>
    <w:link w:val="Nadpis1-1"/>
    <w:rsid w:val="005D68B0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5D68B0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5D68B0"/>
  </w:style>
  <w:style w:type="paragraph" w:customStyle="1" w:styleId="Odrka1-2-">
    <w:name w:val="_Odrážka_1-2_-"/>
    <w:basedOn w:val="Odrka1-1"/>
    <w:qFormat/>
    <w:rsid w:val="005D68B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5D68B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5D68B0"/>
    <w:pPr>
      <w:numPr>
        <w:numId w:val="7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5D68B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5D68B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5D68B0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5D68B0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5D68B0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5D68B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5D68B0"/>
  </w:style>
  <w:style w:type="paragraph" w:customStyle="1" w:styleId="Zkratky1">
    <w:name w:val="_Zkratky_1"/>
    <w:basedOn w:val="Normln"/>
    <w:qFormat/>
    <w:rsid w:val="005D68B0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5D68B0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5D68B0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5D68B0"/>
    <w:pPr>
      <w:keepNext/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5D68B0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5D68B0"/>
  </w:style>
  <w:style w:type="paragraph" w:customStyle="1" w:styleId="Textbezodsazen">
    <w:name w:val="_Text_bez_odsazení"/>
    <w:basedOn w:val="Normln"/>
    <w:link w:val="TextbezodsazenChar"/>
    <w:qFormat/>
    <w:rsid w:val="005D68B0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5D68B0"/>
  </w:style>
  <w:style w:type="character" w:customStyle="1" w:styleId="Tun-ZRUIT">
    <w:name w:val="_Tučně-ZRUŠIT"/>
    <w:basedOn w:val="Standardnpsmoodstavce"/>
    <w:uiPriority w:val="1"/>
    <w:qFormat/>
    <w:rsid w:val="005D68B0"/>
    <w:rPr>
      <w:b w:val="0"/>
      <w:i w:val="0"/>
    </w:rPr>
  </w:style>
  <w:style w:type="paragraph" w:customStyle="1" w:styleId="Zkratky2">
    <w:name w:val="_Zkratky_2"/>
    <w:basedOn w:val="Normln"/>
    <w:qFormat/>
    <w:rsid w:val="005D68B0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5D68B0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5D68B0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5D68B0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5D68B0"/>
    <w:rPr>
      <w:i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5D68B0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5D68B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5D68B0"/>
  </w:style>
  <w:style w:type="paragraph" w:customStyle="1" w:styleId="Odstavec1-41">
    <w:name w:val="_Odstavec_1-4_1."/>
    <w:basedOn w:val="Odstavec1-1a"/>
    <w:link w:val="Odstavec1-41Char"/>
    <w:qFormat/>
    <w:rsid w:val="005D68B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5D68B0"/>
  </w:style>
  <w:style w:type="paragraph" w:customStyle="1" w:styleId="Zpatvpravo">
    <w:name w:val="_Zápatí_vpravo"/>
    <w:basedOn w:val="Zpat"/>
    <w:qFormat/>
    <w:rsid w:val="005D68B0"/>
    <w:pPr>
      <w:jc w:val="right"/>
    </w:pPr>
  </w:style>
  <w:style w:type="paragraph" w:customStyle="1" w:styleId="Zpatvlevo">
    <w:name w:val="_Zápatí_vlevo"/>
    <w:basedOn w:val="Zpatvpravo"/>
    <w:qFormat/>
    <w:rsid w:val="005D68B0"/>
    <w:pPr>
      <w:jc w:val="left"/>
    </w:pPr>
  </w:style>
  <w:style w:type="character" w:customStyle="1" w:styleId="Znaka">
    <w:name w:val="_Značka"/>
    <w:basedOn w:val="Standardnpsmoodstavce"/>
    <w:uiPriority w:val="1"/>
    <w:rsid w:val="005D68B0"/>
    <w:rPr>
      <w:rFonts w:asciiTheme="majorHAnsi" w:hAnsiTheme="majorHAnsi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88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37EA98DF94541BA99B2FD8945B40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AE98D1-F6C2-40D6-B6DB-24DCF6E7A45C}"/>
      </w:docPartPr>
      <w:docPartBody>
        <w:p w:rsidR="00A37915" w:rsidRDefault="00146B79" w:rsidP="00146B79">
          <w:pPr>
            <w:pStyle w:val="037EA98DF94541BA99B2FD8945B40BF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6B79"/>
    <w:rsid w:val="00143134"/>
    <w:rsid w:val="00146B79"/>
    <w:rsid w:val="00205C31"/>
    <w:rsid w:val="00224B8C"/>
    <w:rsid w:val="002E1F08"/>
    <w:rsid w:val="003538D2"/>
    <w:rsid w:val="003B19E6"/>
    <w:rsid w:val="0053732C"/>
    <w:rsid w:val="005462D9"/>
    <w:rsid w:val="005E3FC4"/>
    <w:rsid w:val="007E248B"/>
    <w:rsid w:val="008667B3"/>
    <w:rsid w:val="00A37915"/>
    <w:rsid w:val="00AE336A"/>
    <w:rsid w:val="00B71D50"/>
    <w:rsid w:val="00C7001B"/>
    <w:rsid w:val="00D9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46B79"/>
    <w:rPr>
      <w:color w:val="808080"/>
    </w:rPr>
  </w:style>
  <w:style w:type="paragraph" w:customStyle="1" w:styleId="037EA98DF94541BA99B2FD8945B40BFD">
    <w:name w:val="037EA98DF94541BA99B2FD8945B40BFD"/>
    <w:rsid w:val="00146B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984234ca-c373-45c2-b25d-5f673622f748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C2DD3CE-CF17-4BAE-B96D-D1B561D40E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6BF72A-F4B8-4D9C-A854-5B3FF2F61D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f0ab7d6a-64b0-4696-9f4d-d69909c6e895}" enabled="0" method="" siteId="{f0ab7d6a-64b0-4696-9f4d-d69909c6e89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3</TotalTime>
  <Pages>2</Pages>
  <Words>477</Words>
  <Characters>2821</Characters>
  <Application>Microsoft Office Word</Application>
  <DocSecurity>0</DocSecurity>
  <Lines>23</Lines>
  <Paragraphs>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Rečková Radomíra, Ing.</cp:lastModifiedBy>
  <cp:revision>3</cp:revision>
  <cp:lastPrinted>2019-03-12T14:23:00Z</cp:lastPrinted>
  <dcterms:created xsi:type="dcterms:W3CDTF">2025-03-14T08:58:00Z</dcterms:created>
  <dcterms:modified xsi:type="dcterms:W3CDTF">2025-03-17T06:39:00Z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